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137110" w:rsidRDefault="00137110" w14:paraId="4891D569" wp14:textId="0138DC33">
      <w:pPr>
        <w:spacing w:line="240" w:lineRule="auto"/>
        <w:jc w:val="right"/>
      </w:pPr>
      <w:r w:rsidRPr="5A3EE52E" w:rsidR="00137110">
        <w:rPr>
          <w:rFonts w:ascii="Corbel" w:hAnsi="Corbel" w:eastAsia="Corbel" w:cs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A3EE52E" w:rsidR="00137110">
        <w:rPr>
          <w:rFonts w:ascii="Corbel" w:hAnsi="Corbel" w:cs="Corbel"/>
          <w:i w:val="1"/>
          <w:iCs w:val="1"/>
          <w:sz w:val="24"/>
          <w:szCs w:val="24"/>
        </w:rPr>
        <w:t xml:space="preserve">Załącznik nr 1.5 do Zarządzenia Rektora </w:t>
      </w:r>
      <w:r w:rsidRPr="5A3EE52E" w:rsidR="00137110">
        <w:rPr>
          <w:rFonts w:ascii="Corbel" w:hAnsi="Corbel" w:cs="Corbel"/>
          <w:i w:val="1"/>
          <w:iCs w:val="1"/>
          <w:sz w:val="24"/>
          <w:szCs w:val="24"/>
        </w:rPr>
        <w:t>UR nr</w:t>
      </w:r>
      <w:r w:rsidRPr="5A3EE52E" w:rsidR="00137110">
        <w:rPr>
          <w:rFonts w:ascii="Corbel" w:hAnsi="Corbel" w:cs="Corbel"/>
          <w:i w:val="1"/>
          <w:iCs w:val="1"/>
          <w:sz w:val="24"/>
          <w:szCs w:val="24"/>
        </w:rPr>
        <w:t xml:space="preserve"> </w:t>
      </w:r>
      <w:r w:rsidRPr="5A3EE52E" w:rsidR="0094009D">
        <w:rPr>
          <w:rFonts w:ascii="Corbel" w:hAnsi="Corbel" w:cs="Corbel"/>
          <w:i w:val="1"/>
          <w:iCs w:val="1"/>
          <w:sz w:val="24"/>
          <w:szCs w:val="24"/>
        </w:rPr>
        <w:t>7</w:t>
      </w:r>
      <w:r w:rsidRPr="5A3EE52E" w:rsidR="00137110">
        <w:rPr>
          <w:rFonts w:ascii="Corbel" w:hAnsi="Corbel" w:cs="Corbel"/>
          <w:i w:val="1"/>
          <w:iCs w:val="1"/>
          <w:sz w:val="24"/>
          <w:szCs w:val="24"/>
        </w:rPr>
        <w:t>/20</w:t>
      </w:r>
      <w:r w:rsidRPr="5A3EE52E" w:rsidR="0094009D">
        <w:rPr>
          <w:rFonts w:ascii="Corbel" w:hAnsi="Corbel" w:cs="Corbel"/>
          <w:i w:val="1"/>
          <w:iCs w:val="1"/>
          <w:sz w:val="24"/>
          <w:szCs w:val="24"/>
        </w:rPr>
        <w:t>23</w:t>
      </w:r>
    </w:p>
    <w:p xmlns:wp14="http://schemas.microsoft.com/office/word/2010/wordml" w:rsidR="00137110" w:rsidRDefault="00137110" w14:paraId="598A8AA9" wp14:textId="77777777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137110" w:rsidP="645BE2ED" w:rsidRDefault="00137110" w14:paraId="4FE80D7E" wp14:textId="0E4BB693">
      <w:pPr>
        <w:spacing w:after="0" w:line="240" w:lineRule="exact"/>
        <w:jc w:val="center"/>
        <w:rPr>
          <w:rFonts w:ascii="Corbel" w:hAnsi="Corbel" w:cs="Corbel"/>
          <w:b w:val="1"/>
          <w:bCs w:val="1"/>
          <w:smallCaps w:val="1"/>
          <w:sz w:val="24"/>
          <w:szCs w:val="24"/>
        </w:rPr>
      </w:pPr>
      <w:r w:rsidRPr="645BE2ED" w:rsidR="00137110">
        <w:rPr>
          <w:rFonts w:ascii="Corbel" w:hAnsi="Corbel" w:cs="Corbel"/>
          <w:b w:val="1"/>
          <w:bCs w:val="1"/>
          <w:smallCaps w:val="1"/>
          <w:sz w:val="24"/>
          <w:szCs w:val="24"/>
        </w:rPr>
        <w:t>dotyczy cyklu kształcenia 20</w:t>
      </w:r>
      <w:r w:rsidRPr="645BE2ED" w:rsidR="0094009D">
        <w:rPr>
          <w:rFonts w:ascii="Corbel" w:hAnsi="Corbel" w:cs="Corbel"/>
          <w:b w:val="1"/>
          <w:bCs w:val="1"/>
          <w:smallCaps w:val="1"/>
          <w:sz w:val="24"/>
          <w:szCs w:val="24"/>
        </w:rPr>
        <w:t>2</w:t>
      </w:r>
      <w:r w:rsidRPr="645BE2ED" w:rsidR="52643F10">
        <w:rPr>
          <w:rFonts w:ascii="Corbel" w:hAnsi="Corbel" w:cs="Corbel"/>
          <w:b w:val="1"/>
          <w:bCs w:val="1"/>
          <w:smallCaps w:val="1"/>
          <w:sz w:val="24"/>
          <w:szCs w:val="24"/>
        </w:rPr>
        <w:t>4</w:t>
      </w:r>
      <w:r w:rsidRPr="645BE2ED" w:rsidR="00137110">
        <w:rPr>
          <w:rFonts w:ascii="Corbel" w:hAnsi="Corbel" w:cs="Corbel"/>
          <w:b w:val="1"/>
          <w:bCs w:val="1"/>
          <w:smallCaps w:val="1"/>
          <w:sz w:val="24"/>
          <w:szCs w:val="24"/>
        </w:rPr>
        <w:t>-202</w:t>
      </w:r>
      <w:r w:rsidRPr="645BE2ED" w:rsidR="060CAB4C">
        <w:rPr>
          <w:rFonts w:ascii="Corbel" w:hAnsi="Corbel" w:cs="Corbel"/>
          <w:b w:val="1"/>
          <w:bCs w:val="1"/>
          <w:smallCaps w:val="1"/>
          <w:sz w:val="24"/>
          <w:szCs w:val="24"/>
        </w:rPr>
        <w:t>7</w:t>
      </w:r>
    </w:p>
    <w:p xmlns:wp14="http://schemas.microsoft.com/office/word/2010/wordml" w:rsidR="00137110" w:rsidRDefault="00137110" w14:paraId="24E8696B" wp14:textId="138534A9">
      <w:pPr>
        <w:spacing w:after="0" w:line="240" w:lineRule="exact"/>
        <w:jc w:val="both"/>
      </w:pPr>
      <w:r w:rsidRPr="5A3EE52E" w:rsidR="00137110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5A3EE52E" w:rsidR="00137110">
        <w:rPr>
          <w:rFonts w:ascii="Corbel" w:hAnsi="Corbel" w:cs="Corbel"/>
          <w:i w:val="1"/>
          <w:iCs w:val="1"/>
          <w:sz w:val="24"/>
          <w:szCs w:val="24"/>
        </w:rPr>
        <w:t>(skrajne daty</w:t>
      </w:r>
      <w:r w:rsidRPr="5A3EE52E" w:rsidR="00137110">
        <w:rPr>
          <w:rFonts w:ascii="Corbel" w:hAnsi="Corbel" w:cs="Corbel"/>
          <w:sz w:val="24"/>
          <w:szCs w:val="24"/>
        </w:rPr>
        <w:t>)</w:t>
      </w:r>
    </w:p>
    <w:p xmlns:wp14="http://schemas.microsoft.com/office/word/2010/wordml" w:rsidR="00137110" w:rsidP="645BE2ED" w:rsidRDefault="00137110" w14:paraId="39DE5D2F" wp14:textId="4B4060A2">
      <w:pPr>
        <w:spacing w:after="0" w:line="240" w:lineRule="exact"/>
        <w:jc w:val="both"/>
        <w:rPr>
          <w:rFonts w:ascii="Corbel" w:hAnsi="Corbel" w:cs="Corbel"/>
          <w:b w:val="1"/>
          <w:bCs w:val="1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 w:rsidR="00137110">
        <w:rPr>
          <w:rFonts w:ascii="Corbel" w:hAnsi="Corbel" w:cs="Corbel"/>
          <w:b w:val="1"/>
          <w:bCs w:val="1"/>
          <w:sz w:val="24"/>
          <w:szCs w:val="24"/>
        </w:rPr>
        <w:t>Rok akademicki 202</w:t>
      </w:r>
      <w:r w:rsidR="331993AD">
        <w:rPr>
          <w:rFonts w:ascii="Corbel" w:hAnsi="Corbel" w:cs="Corbel"/>
          <w:b w:val="1"/>
          <w:bCs w:val="1"/>
          <w:sz w:val="24"/>
          <w:szCs w:val="24"/>
        </w:rPr>
        <w:t>5</w:t>
      </w:r>
      <w:r w:rsidR="00137110">
        <w:rPr>
          <w:rFonts w:ascii="Corbel" w:hAnsi="Corbel" w:cs="Corbel"/>
          <w:b w:val="1"/>
          <w:bCs w:val="1"/>
          <w:sz w:val="24"/>
          <w:szCs w:val="24"/>
        </w:rPr>
        <w:t>/202</w:t>
      </w:r>
      <w:r w:rsidR="64823712">
        <w:rPr>
          <w:rFonts w:ascii="Corbel" w:hAnsi="Corbel" w:cs="Corbel"/>
          <w:b w:val="1"/>
          <w:bCs w:val="1"/>
          <w:sz w:val="24"/>
          <w:szCs w:val="24"/>
        </w:rPr>
        <w:t>6</w:t>
      </w:r>
    </w:p>
    <w:p xmlns:wp14="http://schemas.microsoft.com/office/word/2010/wordml" w:rsidR="00137110" w:rsidRDefault="00137110" w14:paraId="672A6659" wp14:textId="77777777">
      <w:pPr>
        <w:spacing w:after="0" w:line="240" w:lineRule="auto"/>
        <w:rPr>
          <w:rFonts w:ascii="Corbel" w:hAnsi="Corbel" w:cs="Corbel"/>
          <w:color w:val="000000"/>
          <w:sz w:val="24"/>
          <w:szCs w:val="24"/>
        </w:rPr>
      </w:pPr>
    </w:p>
    <w:p xmlns:wp14="http://schemas.microsoft.com/office/word/2010/wordml" w:rsidR="00137110" w:rsidRDefault="00137110" w14:paraId="0C6E7FD4" wp14:textId="77777777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xmlns:wp14="http://schemas.microsoft.com/office/word/2010/wordml" w:rsidR="00137110" w:rsidTr="645BE2ED" w14:paraId="281A0CC6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5970156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0139A06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Socjologia miasta</w:t>
            </w:r>
          </w:p>
        </w:tc>
      </w:tr>
      <w:tr xmlns:wp14="http://schemas.microsoft.com/office/word/2010/wordml" w:rsidR="00137110" w:rsidTr="645BE2ED" w14:paraId="72742886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CA2915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0974CDC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S1S[4]F_07</w:t>
            </w:r>
          </w:p>
        </w:tc>
      </w:tr>
      <w:tr xmlns:wp14="http://schemas.microsoft.com/office/word/2010/wordml" w:rsidR="00137110" w:rsidTr="645BE2ED" w14:paraId="5C0172E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249A5C16" wp14:textId="77777777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7E3E3000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137110" w:rsidTr="645BE2ED" w14:paraId="53839DC8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A39E105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C111E2" w14:paraId="64EB4DA1" wp14:textId="77777777">
            <w:pPr>
              <w:pStyle w:val="Odpowiedzi"/>
              <w:spacing w:after="0"/>
            </w:pPr>
            <w:r w:rsidRPr="00C111E2">
              <w:rPr>
                <w:rFonts w:ascii="Corbel" w:hAnsi="Corbel" w:cs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="00137110" w:rsidTr="645BE2ED" w14:paraId="75EBF523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B835047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1FDDED33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="00137110" w:rsidTr="645BE2ED" w14:paraId="11529C0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48A1CED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1C90E256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Studia I stopnia</w:t>
            </w:r>
          </w:p>
        </w:tc>
      </w:tr>
      <w:tr xmlns:wp14="http://schemas.microsoft.com/office/word/2010/wordml" w:rsidR="00137110" w:rsidTr="645BE2ED" w14:paraId="131F20F0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4C0481C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5CE9718D" wp14:textId="17332906">
            <w:pPr>
              <w:pStyle w:val="Odpowiedzi"/>
              <w:spacing w:after="0"/>
            </w:pPr>
            <w:r w:rsidRPr="645BE2ED" w:rsidR="001460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="00137110" w:rsidTr="645BE2ED" w14:paraId="0C8C0A24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7C3992E0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5BDE8C22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Stacjonarna</w:t>
            </w:r>
          </w:p>
        </w:tc>
      </w:tr>
      <w:tr xmlns:wp14="http://schemas.microsoft.com/office/word/2010/wordml" w:rsidR="00137110" w:rsidTr="645BE2ED" w14:paraId="341E0E4F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7AAF24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7AD2F6B6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Cs/>
                <w:sz w:val="24"/>
                <w:szCs w:val="24"/>
              </w:rPr>
              <w:t>Rok 2, semestr IV</w:t>
            </w:r>
          </w:p>
        </w:tc>
      </w:tr>
      <w:tr xmlns:wp14="http://schemas.microsoft.com/office/word/2010/wordml" w:rsidR="00137110" w:rsidTr="645BE2ED" w14:paraId="10ED0215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5863A11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6411AD53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="00137110" w:rsidTr="645BE2ED" w14:paraId="26EB6C12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13A990D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7D1FAC9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137110" w:rsidTr="645BE2ED" w14:paraId="015E34CD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69C2AF6E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6889FD4" wp14:textId="77777777">
            <w:pPr>
              <w:pStyle w:val="Odpowiedzi"/>
              <w:spacing w:after="0"/>
            </w:pP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Serhiy</w:t>
            </w:r>
            <w:proofErr w:type="spellEnd"/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  <w:tr xmlns:wp14="http://schemas.microsoft.com/office/word/2010/wordml" w:rsidR="00137110" w:rsidTr="645BE2ED" w14:paraId="27C2E241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71FE44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5C81355C" wp14:textId="77777777">
            <w:pPr>
              <w:pStyle w:val="Odpowiedzi"/>
              <w:spacing w:after="0"/>
            </w:pP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Serhiy</w:t>
            </w:r>
            <w:proofErr w:type="spellEnd"/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Troyan</w:t>
            </w:r>
            <w:proofErr w:type="spellEnd"/>
          </w:p>
        </w:tc>
      </w:tr>
    </w:tbl>
    <w:p xmlns:wp14="http://schemas.microsoft.com/office/word/2010/wordml" w:rsidR="00137110" w:rsidRDefault="00137110" w14:paraId="57A64E18" wp14:textId="77777777">
      <w:pPr>
        <w:pStyle w:val="Podpunkty"/>
        <w:spacing w:before="280" w:after="280"/>
        <w:ind w:left="0"/>
      </w:pPr>
      <w:r w:rsidRPr="5A3EE52E" w:rsidR="00137110">
        <w:rPr>
          <w:rFonts w:ascii="Corbel" w:hAnsi="Corbel" w:cs="Corbel"/>
          <w:sz w:val="24"/>
          <w:szCs w:val="24"/>
          <w:lang w:val="pl-PL"/>
        </w:rPr>
        <w:t xml:space="preserve">* </w:t>
      </w:r>
      <w:r w:rsidRPr="5A3EE52E" w:rsidR="00137110">
        <w:rPr>
          <w:rFonts w:ascii="Corbel" w:hAnsi="Corbel" w:cs="Corbel"/>
          <w:i w:val="1"/>
          <w:iCs w:val="1"/>
          <w:sz w:val="24"/>
          <w:szCs w:val="24"/>
          <w:lang w:val="pl-PL"/>
        </w:rPr>
        <w:t>-</w:t>
      </w:r>
      <w:r w:rsidRPr="5A3EE52E" w:rsidR="00137110">
        <w:rPr>
          <w:rFonts w:ascii="Corbel" w:hAnsi="Corbel" w:cs="Corbel"/>
          <w:b w:val="0"/>
          <w:bCs w:val="0"/>
          <w:i w:val="1"/>
          <w:iCs w:val="1"/>
          <w:sz w:val="24"/>
          <w:szCs w:val="24"/>
          <w:lang w:val="pl-PL"/>
        </w:rPr>
        <w:t>opcjonalni</w:t>
      </w:r>
      <w:r w:rsidRPr="5A3EE52E" w:rsidR="00137110">
        <w:rPr>
          <w:rFonts w:ascii="Corbel" w:hAnsi="Corbel" w:cs="Corbel"/>
          <w:b w:val="0"/>
          <w:bCs w:val="0"/>
          <w:sz w:val="24"/>
          <w:szCs w:val="24"/>
          <w:lang w:val="pl-PL"/>
        </w:rPr>
        <w:t>e,</w:t>
      </w:r>
      <w:r w:rsidRPr="5A3EE52E" w:rsidR="00137110">
        <w:rPr>
          <w:rFonts w:ascii="Corbel" w:hAnsi="Corbel" w:cs="Corbel"/>
          <w:i w:val="1"/>
          <w:iCs w:val="1"/>
          <w:sz w:val="24"/>
          <w:szCs w:val="24"/>
          <w:lang w:val="pl-PL"/>
        </w:rPr>
        <w:t xml:space="preserve"> </w:t>
      </w:r>
      <w:r w:rsidRPr="5A3EE52E" w:rsidR="00137110">
        <w:rPr>
          <w:rFonts w:ascii="Corbel" w:hAnsi="Corbel" w:cs="Corbel"/>
          <w:b w:val="0"/>
          <w:bCs w:val="0"/>
          <w:i w:val="1"/>
          <w:iCs w:val="1"/>
          <w:sz w:val="24"/>
          <w:szCs w:val="24"/>
          <w:lang w:val="pl-PL"/>
        </w:rPr>
        <w:t>zgodnie z ustaleniami w Jednostce</w:t>
      </w:r>
    </w:p>
    <w:p xmlns:wp14="http://schemas.microsoft.com/office/word/2010/wordml" w:rsidR="00137110" w:rsidRDefault="00137110" w14:paraId="7E0A0F74" wp14:textId="77777777">
      <w:pPr>
        <w:pStyle w:val="Podpunkty"/>
        <w:ind w:left="284"/>
      </w:pPr>
      <w:r>
        <w:rPr>
          <w:rFonts w:ascii="Corbel" w:hAnsi="Corbel" w:cs="Corbel"/>
          <w:sz w:val="24"/>
          <w:szCs w:val="24"/>
          <w:lang w:val="pl-PL"/>
        </w:rPr>
        <w:t xml:space="preserve">1.1.Formy zajęć dydaktycznych, wymiar godzin i punktów ECTS </w:t>
      </w:r>
    </w:p>
    <w:p xmlns:wp14="http://schemas.microsoft.com/office/word/2010/wordml" w:rsidR="00137110" w:rsidRDefault="00137110" w14:paraId="5DAB6C7B" wp14:textId="77777777">
      <w:pPr>
        <w:pStyle w:val="Podpunkty"/>
        <w:ind w:left="0"/>
        <w:rPr>
          <w:rFonts w:ascii="Corbel" w:hAnsi="Corbel" w:cs="Corbel"/>
          <w:sz w:val="24"/>
          <w:szCs w:val="24"/>
          <w:lang w:val="pl-PL"/>
        </w:rPr>
      </w:pPr>
    </w:p>
    <w:tbl>
      <w:tblPr>
        <w:tblW w:w="971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864"/>
        <w:gridCol w:w="864"/>
        <w:gridCol w:w="976"/>
        <w:gridCol w:w="976"/>
        <w:gridCol w:w="976"/>
        <w:gridCol w:w="976"/>
        <w:gridCol w:w="976"/>
        <w:gridCol w:w="976"/>
        <w:gridCol w:w="976"/>
      </w:tblGrid>
      <w:tr xmlns:wp14="http://schemas.microsoft.com/office/word/2010/wordml" w:rsidR="00137110" w:rsidTr="5A3EE52E" w14:paraId="4A00F406" wp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493A0CA5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Semestr</w:t>
            </w:r>
          </w:p>
          <w:p w:rsidR="00137110" w:rsidRDefault="00137110" w14:paraId="64C63F33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(nr)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3860AB22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  <w:lang w:val="pl-PL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646F369B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Ćw.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09DDADA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  <w:lang w:val="pl-PL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AB6E05A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Lab.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B273B9D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  <w:lang w:val="pl-PL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63A8E3D2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ZP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69FA399F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  <w:lang w:val="pl-PL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5B5B1B43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/>
              </w:rPr>
              <w:t>Inne (jakie?)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7474E17E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/>
              </w:rPr>
              <w:t>Liczba pkt. ECTS</w:t>
            </w:r>
          </w:p>
        </w:tc>
      </w:tr>
      <w:tr xmlns:wp14="http://schemas.microsoft.com/office/word/2010/wordml" w:rsidR="00137110" w:rsidTr="5A3EE52E" w14:paraId="474ABA0F" wp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13FABD8D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IV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2EB378F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219897CE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0E27B00A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RDefault="00137110" w14:paraId="18F999B5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137110" w:rsidRDefault="00137110" w14:paraId="60061E4C" wp14:textId="77777777">
      <w:pPr>
        <w:pStyle w:val="Podpunkty"/>
        <w:ind w:left="0"/>
      </w:pPr>
    </w:p>
    <w:p xmlns:wp14="http://schemas.microsoft.com/office/word/2010/wordml" w:rsidR="00137110" w:rsidRDefault="00137110" w14:paraId="7713D631" wp14:textId="77777777">
      <w:pPr>
        <w:pStyle w:val="Podpunkty"/>
        <w:tabs>
          <w:tab w:val="left" w:pos="709"/>
        </w:tabs>
        <w:ind w:left="284"/>
      </w:pPr>
      <w:r>
        <w:rPr>
          <w:rFonts w:ascii="Corbel" w:hAnsi="Corbel" w:cs="Corbel"/>
          <w:szCs w:val="24"/>
        </w:rPr>
        <w:t>1.2.</w:t>
      </w:r>
      <w:r>
        <w:rPr>
          <w:rFonts w:ascii="Corbel" w:hAnsi="Corbel" w:cs="Corbel"/>
          <w:szCs w:val="24"/>
        </w:rPr>
        <w:tab/>
      </w:r>
      <w:r>
        <w:rPr>
          <w:rFonts w:ascii="Corbel" w:hAnsi="Corbel" w:cs="Corbel"/>
          <w:szCs w:val="24"/>
        </w:rPr>
        <w:t xml:space="preserve">Sposób realizacji zajęć  </w:t>
      </w:r>
    </w:p>
    <w:p xmlns:wp14="http://schemas.microsoft.com/office/word/2010/wordml" w:rsidR="00137110" w:rsidRDefault="00137110" w14:paraId="0DFAE634" wp14:textId="77777777">
      <w:pPr>
        <w:pStyle w:val="Punktygwne"/>
        <w:spacing w:before="0" w:after="0"/>
        <w:ind w:left="709"/>
      </w:pPr>
      <w:r>
        <w:rPr>
          <w:rFonts w:ascii="Corbel" w:hAnsi="Corbel" w:eastAsia="MS Gothic" w:cs="Corbel"/>
          <w:b w:val="0"/>
          <w:smallCaps w:val="0"/>
          <w:szCs w:val="24"/>
        </w:rPr>
        <w:t xml:space="preserve">  </w:t>
      </w:r>
    </w:p>
    <w:p xmlns:wp14="http://schemas.microsoft.com/office/word/2010/wordml" w:rsidR="00137110" w:rsidRDefault="00137110" w14:paraId="078CDEFA" wp14:textId="77777777">
      <w:pPr>
        <w:pStyle w:val="Punktygwne"/>
        <w:spacing w:before="0" w:after="0"/>
        <w:ind w:left="709"/>
      </w:pPr>
      <w:r>
        <w:rPr>
          <w:rFonts w:ascii="Corbel" w:hAnsi="Corbel" w:eastAsia="MS Gothic" w:cs="Segoe UI Symbol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="00137110" w:rsidRDefault="00137110" w14:paraId="386692D9" wp14:textId="77777777">
      <w:pPr>
        <w:pStyle w:val="Punktygwne"/>
        <w:spacing w:before="0" w:after="0"/>
        <w:ind w:left="709"/>
      </w:pPr>
      <w:r>
        <w:rPr>
          <w:rFonts w:hint="eastAsia" w:ascii="MS Gothic" w:hAnsi="MS Gothic" w:eastAsia="MS Gothic" w:cs="MS Gothic"/>
          <w:b w:val="0"/>
          <w:szCs w:val="24"/>
        </w:rPr>
        <w:t>☐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="00137110" w:rsidRDefault="00137110" w14:paraId="44EAFD9C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137110" w:rsidRDefault="00137110" w14:paraId="35295C78" wp14:textId="77777777">
      <w:pPr>
        <w:pStyle w:val="Punktygwne"/>
        <w:tabs>
          <w:tab w:val="left" w:pos="709"/>
        </w:tabs>
        <w:spacing w:before="0" w:after="0"/>
        <w:ind w:left="709" w:hanging="425"/>
      </w:pPr>
      <w:r w:rsidRPr="5A3EE52E" w:rsidR="00137110">
        <w:rPr>
          <w:rFonts w:ascii="Corbel" w:hAnsi="Corbel" w:cs="Corbel"/>
          <w:caps w:val="0"/>
          <w:smallCaps w:val="0"/>
        </w:rPr>
        <w:t xml:space="preserve">1.3 </w:t>
      </w:r>
      <w:r>
        <w:tab/>
      </w:r>
      <w:r w:rsidRPr="5A3EE52E" w:rsidR="00137110">
        <w:rPr>
          <w:rFonts w:ascii="Corbel" w:hAnsi="Corbel" w:cs="Corbel"/>
          <w:caps w:val="0"/>
          <w:smallCaps w:val="0"/>
        </w:rPr>
        <w:t xml:space="preserve">Forma zaliczenia przedmiotu  (z toku) </w:t>
      </w:r>
      <w:r w:rsidRPr="5A3EE52E" w:rsidR="00137110">
        <w:rPr>
          <w:rFonts w:ascii="Corbel" w:hAnsi="Corbel" w:cs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137110" w:rsidRDefault="00137110" w14:paraId="4E4D7AB7" wp14:textId="77777777">
      <w:pPr>
        <w:spacing w:before="120" w:after="120" w:line="240" w:lineRule="auto"/>
      </w:pPr>
      <w:r>
        <w:rPr>
          <w:rFonts w:ascii="Corbel" w:hAnsi="Corbel"/>
          <w:sz w:val="24"/>
          <w:szCs w:val="24"/>
        </w:rPr>
        <w:t xml:space="preserve">Zaliczenie z oceną </w:t>
      </w:r>
    </w:p>
    <w:p xmlns:wp14="http://schemas.microsoft.com/office/word/2010/wordml" w:rsidR="00137110" w:rsidRDefault="00137110" w14:paraId="3DEEC669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137110" w:rsidP="5A3EE52E" w:rsidRDefault="00137110" w14:paraId="261BAAD1" wp14:textId="77777777">
      <w:pPr>
        <w:pStyle w:val="Punktygwne"/>
        <w:spacing w:before="0" w:after="0"/>
        <w:rPr>
          <w:rFonts w:ascii="Corbel" w:hAnsi="Corbel" w:eastAsia="Corbel" w:cs="Corbel"/>
        </w:rPr>
      </w:pPr>
      <w:r w:rsidRPr="5A3EE52E" w:rsidR="00137110">
        <w:rPr>
          <w:rFonts w:ascii="Corbel" w:hAnsi="Corbel" w:eastAsia="Corbel" w:cs="Corbel"/>
        </w:rPr>
        <w:t xml:space="preserve">2.Wymagania wstępne </w:t>
      </w:r>
    </w:p>
    <w:p xmlns:wp14="http://schemas.microsoft.com/office/word/2010/wordml" w:rsidR="00137110" w:rsidRDefault="00137110" w14:paraId="3656B9AB" wp14:textId="77777777">
      <w:pPr>
        <w:pStyle w:val="Punktygwne"/>
        <w:spacing w:before="0" w:after="0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137110" w14:paraId="67177AFB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048B6FF8" wp14:textId="77777777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Do realizowania treści danego przedmiotu jest niezbędne wcześniejsze zaliczenie przedmiotów: Wstęp do socjologii, Współczesne teorie socjologiczne</w:t>
            </w:r>
          </w:p>
        </w:tc>
      </w:tr>
    </w:tbl>
    <w:p xmlns:wp14="http://schemas.microsoft.com/office/word/2010/wordml" w:rsidR="00137110" w:rsidRDefault="00137110" w14:paraId="45FB0818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5A3EE52E" w:rsidRDefault="5A3EE52E" w14:paraId="6C059B1D" w14:textId="6D75AC44">
      <w:r>
        <w:br w:type="page"/>
      </w:r>
    </w:p>
    <w:p xmlns:wp14="http://schemas.microsoft.com/office/word/2010/wordml" w:rsidR="00137110" w:rsidRDefault="00137110" w14:paraId="7DB6D4EE" wp14:textId="4EDBC716">
      <w:pPr>
        <w:pStyle w:val="Punktygwne"/>
        <w:spacing w:before="0" w:after="0"/>
      </w:pPr>
      <w:r w:rsidRPr="5A3EE52E" w:rsidR="00137110">
        <w:rPr>
          <w:rFonts w:ascii="Corbel" w:hAnsi="Corbel" w:cs="Corbel"/>
        </w:rPr>
        <w:t xml:space="preserve">3. cele, efekty uczenia </w:t>
      </w:r>
      <w:r w:rsidRPr="5A3EE52E" w:rsidR="00137110">
        <w:rPr>
          <w:rFonts w:ascii="Corbel" w:hAnsi="Corbel" w:cs="Corbel"/>
        </w:rPr>
        <w:t>się,</w:t>
      </w:r>
      <w:r w:rsidRPr="5A3EE52E" w:rsidR="00137110">
        <w:rPr>
          <w:rFonts w:ascii="Corbel" w:hAnsi="Corbel" w:cs="Corbel"/>
        </w:rPr>
        <w:t xml:space="preserve"> treści Programowe i stosowane metody Dydaktyczne</w:t>
      </w:r>
    </w:p>
    <w:p xmlns:wp14="http://schemas.microsoft.com/office/word/2010/wordml" w:rsidR="00137110" w:rsidRDefault="00137110" w14:paraId="049F31CB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137110" w:rsidRDefault="00137110" w14:paraId="04643D83" wp14:textId="77777777">
      <w:pPr>
        <w:pStyle w:val="Podpunkty"/>
      </w:pPr>
      <w:r>
        <w:rPr>
          <w:rFonts w:ascii="Corbel" w:hAnsi="Corbel" w:cs="Corbel"/>
          <w:sz w:val="24"/>
          <w:szCs w:val="24"/>
          <w:lang w:val="pl-PL"/>
        </w:rPr>
        <w:t>3.1 Cele przedmiotu</w:t>
      </w:r>
    </w:p>
    <w:p xmlns:wp14="http://schemas.microsoft.com/office/word/2010/wordml" w:rsidR="00137110" w:rsidRDefault="00137110" w14:paraId="53128261" wp14:textId="77777777">
      <w:pPr>
        <w:pStyle w:val="Podpunkty"/>
        <w:rPr>
          <w:rFonts w:ascii="Corbel" w:hAnsi="Corbel" w:cs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xmlns:wp14="http://schemas.microsoft.com/office/word/2010/wordml" w:rsidR="00137110" w14:paraId="6A0FA41C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5372B5A4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7BB10650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Przyswojenie wiedzy na temat głównych orientacji teoretyczno-metodologicznych i podstawowych pojęć z zakresu socjologii miasta</w:t>
            </w:r>
          </w:p>
        </w:tc>
      </w:tr>
      <w:tr xmlns:wp14="http://schemas.microsoft.com/office/word/2010/wordml" w:rsidR="00137110" w14:paraId="10612B65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550CF7E8" wp14:textId="77777777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4DDB987D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Przyswojenie wiedzy dotyczącej procesów urbanizacji i metropolizacji</w:t>
            </w:r>
          </w:p>
        </w:tc>
      </w:tr>
      <w:tr xmlns:wp14="http://schemas.microsoft.com/office/word/2010/wordml" w:rsidR="00137110" w14:paraId="5A5C03DD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53C0B3C4" wp14:textId="77777777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77F51BC5" wp14:textId="77777777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Zapoznanie z przestrzenią miejską, jej percepcją, waloryzacją, przyswajaniem i wytwarzaniem</w:t>
            </w:r>
          </w:p>
        </w:tc>
      </w:tr>
    </w:tbl>
    <w:p xmlns:wp14="http://schemas.microsoft.com/office/word/2010/wordml" w:rsidR="00137110" w:rsidRDefault="00137110" w14:paraId="62486C0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xmlns:wp14="http://schemas.microsoft.com/office/word/2010/wordml" w:rsidR="00137110" w:rsidRDefault="00137110" w14:paraId="47F42425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137110" w:rsidRDefault="00137110" w14:paraId="4101652C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xmlns:wp14="http://schemas.microsoft.com/office/word/2010/wordml" w:rsidR="00137110" w14:paraId="61F38664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41C145ED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1DEC5602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nakiprzypiswdolnych"/>
                <w:rFonts w:ascii="Corbel" w:hAnsi="Corbel" w:cs="Corbel"/>
                <w:szCs w:val="24"/>
              </w:rPr>
              <w:footnoteReference w:id="1"/>
            </w:r>
          </w:p>
        </w:tc>
      </w:tr>
      <w:tr xmlns:wp14="http://schemas.microsoft.com/office/word/2010/wordml" w:rsidR="00137110" w14:paraId="0A210413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4FCA596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37F15264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i rozumie w pogłębiony sposób relacje między strukturami i instytucjami społecznymi w skali miasta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269F5E8A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KW_03</w:t>
            </w:r>
          </w:p>
        </w:tc>
      </w:tr>
      <w:tr xmlns:wp14="http://schemas.microsoft.com/office/word/2010/wordml" w:rsidR="00137110" w14:paraId="70E3CD65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56A76B19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4BA743F7" wp14:textId="77777777">
            <w:pPr>
              <w:pStyle w:val="Bezodstpw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Zna i rozumie w pogłębiony sposób rodzaje więzi społecznych, którymi zajmuje się socjologia miasta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133F9838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KW_05</w:t>
            </w:r>
          </w:p>
        </w:tc>
      </w:tr>
      <w:tr xmlns:wp14="http://schemas.microsoft.com/office/word/2010/wordml" w:rsidR="00137110" w14:paraId="329548AE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41960800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472706B5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Prawidłowo interpretuje zjawiska społeczne w zakresie socjologii miasta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375673F4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KU_01</w:t>
            </w:r>
          </w:p>
        </w:tc>
      </w:tr>
      <w:tr xmlns:wp14="http://schemas.microsoft.com/office/word/2010/wordml" w:rsidR="00137110" w14:paraId="3C4734C5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78C3198C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38BC7402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Analizuje przyczyny i przebieg konkretnych procesów i zjawisk społecznych w zakresie socjologii miasta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65EEA699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KU_03</w:t>
            </w:r>
          </w:p>
        </w:tc>
      </w:tr>
    </w:tbl>
    <w:p xmlns:wp14="http://schemas.microsoft.com/office/word/2010/wordml" w:rsidR="00137110" w:rsidRDefault="00137110" w14:paraId="4B99056E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137110" w:rsidRDefault="00137110" w14:paraId="44E1D115" wp14:textId="77777777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xmlns:wp14="http://schemas.microsoft.com/office/word/2010/wordml" w:rsidR="00137110" w:rsidRDefault="00137110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xmlns:wp14="http://schemas.microsoft.com/office/word/2010/wordml" w:rsidR="00137110" w:rsidRDefault="00137110" w14:paraId="1299C43A" wp14:textId="77777777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137110" w14:paraId="587EA2A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35113026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137110" w14:paraId="6A09E912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33E67AC6" wp14:textId="77777777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="00137110" w:rsidRDefault="00137110" w14:paraId="4DDBEF00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137110" w:rsidRDefault="00137110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xmlns:wp14="http://schemas.microsoft.com/office/word/2010/wordml" w:rsidR="00137110" w:rsidRDefault="00137110" w14:paraId="3461D779" wp14:textId="77777777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14" w:type="dxa"/>
        <w:tblLayout w:type="fixed"/>
        <w:tblLook w:val="0000" w:firstRow="0" w:lastRow="0" w:firstColumn="0" w:lastColumn="0" w:noHBand="0" w:noVBand="0"/>
      </w:tblPr>
      <w:tblGrid>
        <w:gridCol w:w="9780"/>
      </w:tblGrid>
      <w:tr xmlns:wp14="http://schemas.microsoft.com/office/word/2010/wordml" w:rsidR="00137110" w:rsidTr="5A3EE52E" w14:paraId="55225495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5D69D229" wp14:textId="77777777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137110" w:rsidTr="5A3EE52E" w14:paraId="50634B86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2427D1AA" wp14:textId="7777777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Definiowanie miasta. Miasto jako przedmiot analizy socjologicznej.</w:t>
            </w:r>
          </w:p>
        </w:tc>
      </w:tr>
      <w:tr xmlns:wp14="http://schemas.microsoft.com/office/word/2010/wordml" w:rsidR="00137110" w:rsidTr="5A3EE52E" w14:paraId="6CF39480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3CDE47DC" wp14:textId="77777777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Główne szkoły i orientacje teoretyczno-badawcze. Krytyczne teorie miejskie: kryzys miast Zachodu.</w:t>
            </w:r>
          </w:p>
        </w:tc>
      </w:tr>
      <w:tr xmlns:wp14="http://schemas.microsoft.com/office/word/2010/wordml" w:rsidR="00137110" w:rsidTr="5A3EE52E" w14:paraId="4671AF2B" wp14:textId="77777777">
        <w:trPr>
          <w:trHeight w:val="302"/>
        </w:trPr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3F418B5B" wp14:textId="77777777">
            <w:pPr>
              <w:pStyle w:val="NormalnyWeb"/>
              <w:spacing w:after="0"/>
              <w:jc w:val="both"/>
            </w:pPr>
            <w:r>
              <w:rPr>
                <w:rFonts w:ascii="Corbel" w:hAnsi="Corbel" w:cs="Corbel"/>
                <w:lang w:val="pl-PL"/>
              </w:rPr>
              <w:t xml:space="preserve">Urbanizacja i metropolizacja. Rozwój miast. Antyurbanizm. Ruralizacja miast. Dezurbanizacja. </w:t>
            </w:r>
            <w:proofErr w:type="spellStart"/>
            <w:r>
              <w:rPr>
                <w:rFonts w:ascii="Corbel" w:hAnsi="Corbel" w:cs="Corbel"/>
                <w:lang w:val="pl-PL"/>
              </w:rPr>
              <w:t>Suburbanizacja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. </w:t>
            </w:r>
            <w:proofErr w:type="spellStart"/>
            <w:r>
              <w:rPr>
                <w:rFonts w:ascii="Corbel" w:hAnsi="Corbel" w:cs="Corbel"/>
                <w:lang w:val="pl-PL"/>
              </w:rPr>
              <w:t>Gettoizacja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miast.</w:t>
            </w:r>
          </w:p>
        </w:tc>
      </w:tr>
      <w:tr xmlns:wp14="http://schemas.microsoft.com/office/word/2010/wordml" w:rsidR="00137110" w:rsidTr="5A3EE52E" w14:paraId="6D361F36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7CA15F95" wp14:textId="77777777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Miejskość: kultura miejska i semiotyka miasta.</w:t>
            </w:r>
          </w:p>
        </w:tc>
      </w:tr>
      <w:tr xmlns:wp14="http://schemas.microsoft.com/office/word/2010/wordml" w:rsidR="00137110" w:rsidTr="5A3EE52E" w14:paraId="1295C70B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4D6557EE" wp14:textId="77777777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Przestrzeń w ujęciu socjologicznym. Miejskie przestrzenie publiczne.</w:t>
            </w:r>
          </w:p>
          <w:p w:rsidR="00137110" w:rsidRDefault="00137110" w14:paraId="22D9B939" wp14:textId="77777777">
            <w:pPr>
              <w:pStyle w:val="NormalnyWeb"/>
              <w:spacing w:before="0" w:after="90"/>
              <w:jc w:val="both"/>
            </w:pPr>
            <w:r>
              <w:rPr>
                <w:rFonts w:ascii="Corbel" w:hAnsi="Corbel" w:cs="Corbel"/>
                <w:lang w:val="pl-PL"/>
              </w:rPr>
              <w:t>Partycypacja społeczna. Miejskie ruchy społeczne.</w:t>
            </w:r>
          </w:p>
        </w:tc>
      </w:tr>
      <w:tr xmlns:wp14="http://schemas.microsoft.com/office/word/2010/wordml" w:rsidR="00137110" w:rsidTr="5A3EE52E" w14:paraId="0C7D2B8F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5719890F" wp14:textId="77777777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Miasta kreatywne i klasa kreatywna.</w:t>
            </w:r>
          </w:p>
        </w:tc>
      </w:tr>
      <w:tr xmlns:wp14="http://schemas.microsoft.com/office/word/2010/wordml" w:rsidR="00137110" w:rsidTr="5A3EE52E" w14:paraId="4D6B1513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77B5906E" wp14:textId="77777777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Miasta globalne i miasta sieciowe.</w:t>
            </w:r>
          </w:p>
        </w:tc>
      </w:tr>
      <w:tr xmlns:wp14="http://schemas.microsoft.com/office/word/2010/wordml" w:rsidR="00137110" w:rsidTr="5A3EE52E" w14:paraId="5ED93FF2" wp14:textId="77777777">
        <w:tc>
          <w:tcPr>
            <w:tcW w:w="9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137110" w:rsidRDefault="00137110" w14:paraId="6367AD25" wp14:textId="77777777">
            <w:pPr>
              <w:spacing w:after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Nowe technologie i miasto (władza, kontrola, bezpieczeństwo).</w:t>
            </w:r>
          </w:p>
        </w:tc>
      </w:tr>
    </w:tbl>
    <w:p w:rsidR="5A3EE52E" w:rsidRDefault="5A3EE52E" w14:paraId="0E34CB01" w14:textId="0413AD92">
      <w:r>
        <w:br w:type="page"/>
      </w:r>
    </w:p>
    <w:p xmlns:wp14="http://schemas.microsoft.com/office/word/2010/wordml" w:rsidR="00137110" w:rsidRDefault="00137110" w14:paraId="61F0D56C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137110" w:rsidRDefault="00137110" w14:paraId="3CF2D8B6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137110" w:rsidRDefault="00137110" w14:paraId="33D0227B" wp14:textId="77777777">
      <w:pPr>
        <w:pStyle w:val="Punktygwne"/>
        <w:tabs>
          <w:tab w:val="left" w:pos="284"/>
        </w:tabs>
        <w:spacing w:before="0" w:after="0"/>
        <w:jc w:val="both"/>
      </w:pPr>
      <w:r>
        <w:rPr>
          <w:rFonts w:ascii="Corbel" w:hAnsi="Corbel" w:cs="Corbel"/>
          <w:b w:val="0"/>
          <w:smallCaps w:val="0"/>
          <w:szCs w:val="24"/>
        </w:rPr>
        <w:t>Obecności i aktywności na zajęciach, prezentacja multimedialna, kolokwium z dyskusją wokół referatów (prac zaliczeniowych), metody kształcenia na odległość</w:t>
      </w:r>
    </w:p>
    <w:p xmlns:wp14="http://schemas.microsoft.com/office/word/2010/wordml" w:rsidR="00137110" w:rsidRDefault="00137110" w14:paraId="0FB78278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137110" w:rsidRDefault="00137110" w14:paraId="1078A5AC" wp14:textId="77777777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xmlns:wp14="http://schemas.microsoft.com/office/word/2010/wordml" w:rsidR="00137110" w:rsidRDefault="00137110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137110" w:rsidRDefault="00137110" w14:paraId="53742AD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xmlns:wp14="http://schemas.microsoft.com/office/word/2010/wordml" w:rsidR="00137110" w:rsidRDefault="00137110" w14:paraId="0562CB0E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xmlns:wp14="http://schemas.microsoft.com/office/word/2010/wordml" w:rsidR="00137110" w14:paraId="3CD72C34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59C1A4F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4796215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7110" w:rsidRDefault="00137110" w14:paraId="12080E0F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4DA5CD06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7110" w:rsidRDefault="00137110" w14:paraId="5257429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="00137110" w14:paraId="287453A7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17368564" wp14:textId="77777777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1854C34F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prezentacja, obserwacja w trakcie zajęć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0F810EEE" wp14:textId="7777777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="00137110" w14:paraId="4B512A86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727CF0E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51C60617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prezentacja, obserwacja w trakcie zajęć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64422AC8" wp14:textId="7777777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="00137110" w14:paraId="0AD7C746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002D746F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6AF9CD0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2A29A376" wp14:textId="7777777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</w:p>
        </w:tc>
      </w:tr>
      <w:tr xmlns:wp14="http://schemas.microsoft.com/office/word/2010/wordml" w:rsidR="00137110" w14:paraId="65D96475" wp14:textId="77777777"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5990E71B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01A885E4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prezentacja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7A35874E" wp14:textId="7777777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.</w:t>
            </w:r>
          </w:p>
        </w:tc>
      </w:tr>
    </w:tbl>
    <w:p xmlns:wp14="http://schemas.microsoft.com/office/word/2010/wordml" w:rsidR="00137110" w:rsidRDefault="00137110" w14:paraId="34CE0A41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137110" w:rsidRDefault="00137110" w14:paraId="0AFAEE5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="00137110" w:rsidRDefault="00137110" w14:paraId="62EBF3C5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137110" w14:paraId="33F4A3EA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57732ED6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Referat (praca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zal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.): napisanie i prezentacja referatu (pracy zaliczeniowej), udział w kolokwium z dyskusją wokół referatów (prac zaliczeniowych w formie prezentacji multimedialnej)</w:t>
            </w:r>
          </w:p>
        </w:tc>
      </w:tr>
    </w:tbl>
    <w:p xmlns:wp14="http://schemas.microsoft.com/office/word/2010/wordml" w:rsidR="00137110" w:rsidRDefault="00137110" w14:paraId="6D98A12B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137110" w:rsidRDefault="00137110" w14:paraId="32066DA3" wp14:textId="77777777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137110" w:rsidRDefault="00137110" w14:paraId="2946DB82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xmlns:wp14="http://schemas.microsoft.com/office/word/2010/wordml" w:rsidR="00137110" w14:paraId="63D9DE79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4C452BB7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137110" w:rsidRDefault="00137110" w14:paraId="4BAACCBA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137110" w14:paraId="4C921250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57842AD3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P="0094009D" w:rsidRDefault="00137110" w14:paraId="60DA3216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137110" w14:paraId="0658CBCD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2750A6CD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137110" w:rsidRDefault="00137110" w14:paraId="33EADA3B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egzaminie, zaliczeniu)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P="0094009D" w:rsidRDefault="00137110" w14:paraId="29B4EA11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xmlns:wp14="http://schemas.microsoft.com/office/word/2010/wordml" w:rsidR="00137110" w14:paraId="0438747B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7660431A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:rsidR="00137110" w:rsidRDefault="00137110" w14:paraId="1937B812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P="0094009D" w:rsidRDefault="00137110" w14:paraId="1D8EB8EE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</w:tr>
      <w:tr xmlns:wp14="http://schemas.microsoft.com/office/word/2010/wordml" w:rsidR="00137110" w14:paraId="00D7B6FD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3D4B2727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P="0094009D" w:rsidRDefault="00137110" w14:paraId="174B1212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="00137110" w14:paraId="0AD00C0E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5FD1C35E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P="0094009D" w:rsidRDefault="00137110" w14:paraId="7144751B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137110" w:rsidRDefault="00137110" w14:paraId="6BBE219B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137110" w:rsidRDefault="00137110" w14:paraId="5997CC1D" wp14:textId="77777777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xmlns:wp14="http://schemas.microsoft.com/office/word/2010/wordml" w:rsidR="00137110" w:rsidRDefault="00137110" w14:paraId="40334C7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xmlns:wp14="http://schemas.microsoft.com/office/word/2010/wordml" w:rsidR="00137110" w:rsidRDefault="00137110" w14:paraId="110FFD37" wp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89" w:type="dxa"/>
        <w:tblLayout w:type="fixed"/>
        <w:tblLook w:val="0000" w:firstRow="0" w:lastRow="0" w:firstColumn="0" w:lastColumn="0" w:noHBand="0" w:noVBand="0"/>
      </w:tblPr>
      <w:tblGrid>
        <w:gridCol w:w="4020"/>
        <w:gridCol w:w="3984"/>
      </w:tblGrid>
      <w:tr xmlns:wp14="http://schemas.microsoft.com/office/word/2010/wordml" w:rsidR="00137110" w14:paraId="5454FE01" wp14:textId="77777777">
        <w:trPr>
          <w:trHeight w:val="397"/>
        </w:trPr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146D6691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1BBD13F9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="00137110" w14:paraId="5BCC8499" wp14:textId="77777777">
        <w:trPr>
          <w:trHeight w:val="397"/>
        </w:trPr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05EFD703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137110" w:rsidRDefault="00137110" w14:paraId="0BE14808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="00137110" w:rsidRDefault="00137110" w14:paraId="6B699379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137110" w:rsidRDefault="00137110" w14:paraId="7630DC2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xmlns:wp14="http://schemas.microsoft.com/office/word/2010/wordml" w:rsidR="00137110" w:rsidRDefault="00137110" w14:paraId="3FE9F23F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9240" w:type="dxa"/>
        <w:tblInd w:w="249" w:type="dxa"/>
        <w:tblLayout w:type="fixed"/>
        <w:tblLook w:val="0000" w:firstRow="0" w:lastRow="0" w:firstColumn="0" w:lastColumn="0" w:noHBand="0" w:noVBand="0"/>
      </w:tblPr>
      <w:tblGrid>
        <w:gridCol w:w="9240"/>
      </w:tblGrid>
      <w:tr xmlns:wp14="http://schemas.microsoft.com/office/word/2010/wordml" w:rsidRPr="00511926" w:rsidR="00137110" w:rsidTr="5A3EE52E" w14:paraId="672CA9F7" wp14:textId="77777777">
        <w:trPr>
          <w:trHeight w:val="397"/>
        </w:trPr>
        <w:tc>
          <w:tcPr>
            <w:tcW w:w="92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P="5A3EE52E" w:rsidRDefault="00137110" w14:paraId="729C9695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caps w:val="0"/>
                <w:smallCaps w:val="0"/>
              </w:rPr>
              <w:t>Literatura podstawowa:</w:t>
            </w:r>
          </w:p>
          <w:p w:rsidR="00137110" w:rsidP="5A3EE52E" w:rsidRDefault="00137110" w14:paraId="1F72F646" wp14:textId="77777777">
            <w:pPr>
              <w:pStyle w:val="Punktygwne"/>
              <w:spacing w:before="0" w:after="0"/>
              <w:ind w:left="357" w:hanging="357"/>
              <w:jc w:val="left"/>
              <w:rPr>
                <w:rFonts w:ascii="Corbel" w:hAnsi="Corbel" w:cs="Corbel"/>
                <w:caps w:val="0"/>
                <w:smallCaps w:val="0"/>
              </w:rPr>
            </w:pPr>
          </w:p>
          <w:p w:rsidR="00137110" w:rsidP="5A3EE52E" w:rsidRDefault="00137110" w14:paraId="47C591A9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Hannerz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Odkrywanie miasta. Antropologia obszarów m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iejskich, Wydawnictwo Uniwersytetu Jagiellońskiego, Kraków 2006.</w:t>
            </w:r>
          </w:p>
          <w:p w:rsidR="00137110" w:rsidP="5A3EE52E" w:rsidRDefault="00137110" w14:paraId="51303106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Frysztacki K.,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Miasta metropolitalne i ich przedmieścia. Z problematyki socjologii miasta oraz badań nad rzeczywistością krakowską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Kraków 1997.</w:t>
            </w:r>
          </w:p>
          <w:p w:rsidR="00137110" w:rsidP="5A3EE52E" w:rsidRDefault="00137110" w14:paraId="404541BA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Jałowiecki B., Szczepański M.S.,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Miasto i przestrzeń w perspektywie socjologicznej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Wydawnictwo Scholar, Warszawa 2002.</w:t>
            </w:r>
          </w:p>
          <w:p w:rsidR="00137110" w:rsidP="5A3EE52E" w:rsidRDefault="00137110" w14:paraId="34586DA9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Gałkowski J.,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Socjologia miasta w epoce globalnej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[w:] Kultura i Polityka: zeszyty naukowe Wyższej Szkoły Europejskiej im. ks. Józefa Tischnera w Krakowie, 2008, nr 4, s. 94-106.</w:t>
            </w:r>
          </w:p>
          <w:p w:rsidR="00137110" w:rsidP="5A3EE52E" w:rsidRDefault="00137110" w14:paraId="6C0DA12E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Kajdanek K.,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Suburbanizacja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 po polsku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NOMOS, Kraków 2012.</w:t>
            </w:r>
          </w:p>
          <w:p w:rsidR="00137110" w:rsidP="5A3EE52E" w:rsidRDefault="00137110" w14:paraId="7A01ADBD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Majer A.,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Socjologia i przestrzeń miejska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Wydawnictwo Naukowe PWN Warszawa, 2010.</w:t>
            </w:r>
          </w:p>
          <w:p w:rsidR="00137110" w:rsidP="5A3EE52E" w:rsidRDefault="00137110" w14:paraId="0C6E4ED7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Malikowski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Socjologiczne badanie miasta: problemy pojęciowe, teoretyczne i metodologiczne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1992.</w:t>
            </w:r>
          </w:p>
        </w:tc>
      </w:tr>
      <w:tr xmlns:wp14="http://schemas.microsoft.com/office/word/2010/wordml" w:rsidR="00137110" w:rsidTr="5A3EE52E" w14:paraId="3A79172F" wp14:textId="77777777">
        <w:trPr>
          <w:trHeight w:val="397"/>
        </w:trPr>
        <w:tc>
          <w:tcPr>
            <w:tcW w:w="92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37110" w:rsidP="5A3EE52E" w:rsidRDefault="00137110" w14:paraId="1616B1D9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caps w:val="0"/>
                <w:smallCaps w:val="0"/>
              </w:rPr>
              <w:t xml:space="preserve">Literatura uzupełniająca: </w:t>
            </w:r>
          </w:p>
          <w:p w:rsidR="00137110" w:rsidP="5A3EE52E" w:rsidRDefault="00137110" w14:paraId="08CE6F91" wp14:textId="77777777">
            <w:pPr>
              <w:pStyle w:val="Punktygwne"/>
              <w:spacing w:before="0" w:after="0"/>
              <w:ind w:left="357" w:hanging="357"/>
              <w:jc w:val="left"/>
              <w:rPr>
                <w:rFonts w:ascii="Corbel" w:hAnsi="Corbel" w:cs="Corbel"/>
                <w:caps w:val="0"/>
                <w:smallCaps w:val="0"/>
              </w:rPr>
            </w:pPr>
          </w:p>
          <w:p w:rsidR="00137110" w:rsidP="5A3EE52E" w:rsidRDefault="00137110" w14:paraId="41692F62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Bierwiaczonek K.,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Miasto jako przestrzeń identyfikacji jego mieszkańców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[w:] "Górnośląskie Studia Socjologiczne. Seria Nowa", 2016, Nr 7, s. 102-116.</w:t>
            </w:r>
          </w:p>
          <w:p w:rsidR="00137110" w:rsidP="5A3EE52E" w:rsidRDefault="00137110" w14:paraId="23EC518A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Castells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Kwestia miejska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PWN Warszawa 1982.</w:t>
            </w:r>
          </w:p>
          <w:p w:rsidR="00137110" w:rsidP="5A3EE52E" w:rsidRDefault="00137110" w14:paraId="3EFF7438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Majer A., Starosta P.,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Wokół socjologii pr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zestrzeni, Łódź 2004.</w:t>
            </w:r>
          </w:p>
          <w:p w:rsidR="00137110" w:rsidP="5A3EE52E" w:rsidRDefault="00137110" w14:paraId="706F248D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Malikowski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M., Solecki S.,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Socjologia miasta. Wybór tekstów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Rzeszów 1999.</w:t>
            </w:r>
          </w:p>
          <w:p w:rsidR="00137110" w:rsidP="5A3EE52E" w:rsidRDefault="00137110" w14:paraId="0113655F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Glinianowicz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K., 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Kotyńska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 (red.),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Obce/swoje. Miasto i wieś w literaturze i kulturze ukraińskiej XX–XXI wieku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Kraków 2015.</w:t>
            </w:r>
          </w:p>
          <w:p w:rsidR="00137110" w:rsidP="5A3EE52E" w:rsidRDefault="00137110" w14:paraId="35091507" wp14:textId="77777777">
            <w:pPr>
              <w:pStyle w:val="Punktygwne"/>
              <w:spacing w:before="0" w:after="0"/>
              <w:ind w:left="357" w:hanging="357"/>
              <w:jc w:val="left"/>
            </w:pP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Sassen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S., </w:t>
            </w:r>
            <w:r w:rsidRPr="5A3EE52E" w:rsidR="00137110">
              <w:rPr>
                <w:rFonts w:ascii="Corbel" w:hAnsi="Corbel" w:cs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Czyje właściwie jest miasto? Refleksje wokół globalnych dynamik miejskic</w:t>
            </w:r>
            <w:r w:rsidRPr="5A3EE52E" w:rsidR="00137110">
              <w:rPr>
                <w:rFonts w:ascii="Corbel" w:hAnsi="Corbel" w:cs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h, 11 grudnia 2017 r. (https://www.greeneuropeanjournal.eu/czyje-wlasciwie-jest-miasto-refleksje-wokol-globalnych-dynamik-miejskich/)</w:t>
            </w:r>
          </w:p>
        </w:tc>
      </w:tr>
    </w:tbl>
    <w:p xmlns:wp14="http://schemas.microsoft.com/office/word/2010/wordml" w:rsidR="00511926" w:rsidRDefault="00511926" w14:paraId="61CDCEAD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Pr="00511926" w:rsidR="00137110" w:rsidP="005A60D8" w:rsidRDefault="00511926" w14:paraId="41F88A98" wp14:textId="77777777">
      <w:pPr>
        <w:pStyle w:val="Punktygwne"/>
        <w:spacing w:before="0" w:after="0"/>
        <w:ind w:firstLine="708"/>
        <w:rPr>
          <w:rFonts w:ascii="Corbel" w:hAnsi="Corbel" w:cs="Corbel"/>
          <w:b w:val="0"/>
          <w:smallCaps w:val="0"/>
          <w:szCs w:val="24"/>
        </w:rPr>
      </w:pPr>
      <w:r w:rsidRPr="00511926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xmlns:wp14="http://schemas.microsoft.com/office/word/2010/wordml" w:rsidR="00511926" w:rsidRDefault="00511926" w14:paraId="6BB9E253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sectPr w:rsidR="00511926">
      <w:pgSz w:w="11906" w:h="16838" w:orient="portrait"/>
      <w:pgMar w:top="1134" w:right="1134" w:bottom="5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F03C57" w:rsidRDefault="00F03C57" w14:paraId="23DE523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03C57" w:rsidRDefault="00F03C57" w14:paraId="52E56223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F03C57" w:rsidRDefault="00F03C57" w14:paraId="07547A0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03C57" w:rsidRDefault="00F03C57" w14:paraId="5043CB0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137110" w:rsidRDefault="00137110" w14:paraId="0574AFC1" wp14:textId="77777777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4605536">
    <w:abstractNumId w:val="0"/>
  </w:num>
  <w:num w:numId="2" w16cid:durableId="195809636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26"/>
    <w:rsid w:val="00137110"/>
    <w:rsid w:val="00146047"/>
    <w:rsid w:val="001A559B"/>
    <w:rsid w:val="00457CD5"/>
    <w:rsid w:val="004999AC"/>
    <w:rsid w:val="00511926"/>
    <w:rsid w:val="005A60D8"/>
    <w:rsid w:val="00770CF1"/>
    <w:rsid w:val="0094009D"/>
    <w:rsid w:val="00A36677"/>
    <w:rsid w:val="00A8769A"/>
    <w:rsid w:val="00C111E2"/>
    <w:rsid w:val="00F03C57"/>
    <w:rsid w:val="00F12AC9"/>
    <w:rsid w:val="060CAB4C"/>
    <w:rsid w:val="193CC08C"/>
    <w:rsid w:val="193CC08C"/>
    <w:rsid w:val="236E5FAB"/>
    <w:rsid w:val="2729D78D"/>
    <w:rsid w:val="331993AD"/>
    <w:rsid w:val="502D9362"/>
    <w:rsid w:val="52643F10"/>
    <w:rsid w:val="5A3EE52E"/>
    <w:rsid w:val="645BE2ED"/>
    <w:rsid w:val="64823712"/>
    <w:rsid w:val="6905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A6372B4"/>
  <w15:chartTrackingRefBased/>
  <w15:docId w15:val="{828AB08A-EC96-455D-BAD1-B0C802BD44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eastAsia="zh-C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rPr>
      <w:rFonts w:ascii="Calibri" w:hAnsi="Calibri" w:cs="Calibri"/>
    </w:rPr>
  </w:style>
  <w:style w:type="character" w:styleId="TematkomentarzaZnak" w:customStyle="1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Znakiprzypiswkocowych" w:customStyle="1">
    <w:name w:val="Znaki przypisów końcowych"/>
  </w:style>
  <w:style w:type="paragraph" w:styleId="Nagwek1" w:customStyle="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styleId="Default" w:customStyle="1">
    <w:name w:val="Default"/>
    <w:pPr>
      <w:suppressAutoHyphens/>
      <w:autoSpaceDE w:val="0"/>
    </w:pPr>
    <w:rPr>
      <w:rFonts w:ascii="Arial" w:hAnsi="Arial" w:eastAsia="Calibri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styleId="Pytania" w:customStyle="1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szCs w:val="20"/>
    </w:rPr>
  </w:style>
  <w:style w:type="paragraph" w:styleId="Cele" w:customStyle="1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 w:cs="Times New Roman"/>
      <w:sz w:val="24"/>
    </w:rPr>
  </w:style>
  <w:style w:type="paragraph" w:styleId="centralniewrubryce" w:customStyle="1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eastAsia="Calibri" w:cs="Calibri"/>
      <w:sz w:val="22"/>
      <w:szCs w:val="22"/>
      <w:lang w:eastAsia="zh-CN"/>
    </w:rPr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  <w:lang w:val="uk-UA"/>
    </w:rPr>
  </w:style>
  <w:style w:type="paragraph" w:styleId="Zawartotabeli" w:customStyle="1">
    <w:name w:val="Zawartość tabeli"/>
    <w:basedOn w:val="Normalny"/>
    <w:pPr>
      <w:widowControl w:val="0"/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12</revision>
  <lastPrinted>2017-02-15T21:41:00.0000000Z</lastPrinted>
  <dcterms:created xsi:type="dcterms:W3CDTF">2024-07-15T09:43:00.0000000Z</dcterms:created>
  <dcterms:modified xsi:type="dcterms:W3CDTF">2024-07-30T08:28:40.8819814Z</dcterms:modified>
</coreProperties>
</file>